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EA773" w14:textId="34BAA556" w:rsidR="00AC4363" w:rsidRDefault="00AC4363" w:rsidP="003F1208">
      <w:pPr>
        <w:spacing w:line="240" w:lineRule="auto"/>
        <w:jc w:val="center"/>
        <w:rPr>
          <w:rFonts w:ascii="Corbel" w:hAnsi="Corbel"/>
          <w:bCs/>
          <w:sz w:val="24"/>
          <w:szCs w:val="24"/>
        </w:rPr>
      </w:pPr>
    </w:p>
    <w:p w14:paraId="7341B6BE" w14:textId="77777777" w:rsidR="003F1208" w:rsidRDefault="003F1208" w:rsidP="003F120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77659E31" w14:textId="1072C8B9" w:rsidR="003F1208" w:rsidRDefault="003F1208" w:rsidP="003F1208">
      <w:pPr>
        <w:spacing w:line="240" w:lineRule="auto"/>
        <w:jc w:val="center"/>
        <w:rPr>
          <w:rFonts w:ascii="Corbel" w:hAnsi="Corbel"/>
          <w:bCs/>
          <w:sz w:val="24"/>
          <w:szCs w:val="24"/>
        </w:rPr>
      </w:pPr>
      <w:bookmarkStart w:id="0" w:name="_GoBack"/>
      <w:bookmarkEnd w:id="0"/>
    </w:p>
    <w:p w14:paraId="1E8B0BB2" w14:textId="77777777" w:rsidR="003F1208" w:rsidRPr="006800DB" w:rsidRDefault="003F1208" w:rsidP="003F1208">
      <w:pPr>
        <w:spacing w:line="240" w:lineRule="auto"/>
        <w:jc w:val="center"/>
        <w:rPr>
          <w:rFonts w:ascii="Corbel" w:hAnsi="Corbel"/>
          <w:bCs/>
          <w:sz w:val="24"/>
          <w:szCs w:val="24"/>
        </w:rPr>
      </w:pPr>
    </w:p>
    <w:p w14:paraId="016731A0" w14:textId="77777777"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14:paraId="6EE7738E" w14:textId="71996DD3" w:rsidR="0085747A" w:rsidRPr="006800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202</w:t>
      </w:r>
      <w:r w:rsidR="00581B00">
        <w:rPr>
          <w:rFonts w:ascii="Corbel" w:hAnsi="Corbel"/>
          <w:b/>
          <w:smallCaps/>
          <w:sz w:val="24"/>
          <w:szCs w:val="24"/>
        </w:rPr>
        <w:t>1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- 202</w:t>
      </w:r>
      <w:r w:rsidR="00581B00">
        <w:rPr>
          <w:rFonts w:ascii="Corbel" w:hAnsi="Corbel"/>
          <w:b/>
          <w:smallCaps/>
          <w:sz w:val="24"/>
          <w:szCs w:val="24"/>
        </w:rPr>
        <w:t>6</w:t>
      </w:r>
    </w:p>
    <w:p w14:paraId="4DDBC553" w14:textId="66DA93F4"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</w:t>
      </w:r>
      <w:r w:rsidR="00581B00">
        <w:rPr>
          <w:rFonts w:ascii="Corbel" w:hAnsi="Corbel"/>
          <w:sz w:val="24"/>
          <w:szCs w:val="24"/>
        </w:rPr>
        <w:t>1</w:t>
      </w:r>
      <w:r w:rsidR="0044432E" w:rsidRPr="006800DB">
        <w:rPr>
          <w:rFonts w:ascii="Corbel" w:hAnsi="Corbel"/>
          <w:sz w:val="24"/>
          <w:szCs w:val="24"/>
        </w:rPr>
        <w:t>/202</w:t>
      </w:r>
      <w:r w:rsidR="00581B00">
        <w:rPr>
          <w:rFonts w:ascii="Corbel" w:hAnsi="Corbel"/>
          <w:sz w:val="24"/>
          <w:szCs w:val="24"/>
        </w:rPr>
        <w:t>2</w:t>
      </w:r>
    </w:p>
    <w:p w14:paraId="032DD347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F0145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00DB" w14:paraId="335C1B5B" w14:textId="77777777" w:rsidTr="00B819C8">
        <w:tc>
          <w:tcPr>
            <w:tcW w:w="2694" w:type="dxa"/>
            <w:vAlign w:val="center"/>
          </w:tcPr>
          <w:p w14:paraId="2AB06992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C4AE" w14:textId="644CDAFE"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14:paraId="2FDB3985" w14:textId="77777777" w:rsidTr="00B819C8">
        <w:tc>
          <w:tcPr>
            <w:tcW w:w="2694" w:type="dxa"/>
            <w:vAlign w:val="center"/>
          </w:tcPr>
          <w:p w14:paraId="6F924B38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CA964" w14:textId="307280BD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14:paraId="0B9116FC" w14:textId="77777777" w:rsidTr="00B819C8">
        <w:tc>
          <w:tcPr>
            <w:tcW w:w="2694" w:type="dxa"/>
            <w:vAlign w:val="center"/>
          </w:tcPr>
          <w:p w14:paraId="083A7524" w14:textId="77777777"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ACA70A" w14:textId="77777777" w:rsidR="0085747A" w:rsidRPr="006800DB" w:rsidRDefault="007A265C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800DB" w14:paraId="65DD3C0B" w14:textId="77777777" w:rsidTr="00B819C8">
        <w:tc>
          <w:tcPr>
            <w:tcW w:w="2694" w:type="dxa"/>
            <w:vAlign w:val="center"/>
          </w:tcPr>
          <w:p w14:paraId="582B67AF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358FE0" w14:textId="77777777"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14:paraId="20812E4A" w14:textId="77777777" w:rsidTr="00B819C8">
        <w:tc>
          <w:tcPr>
            <w:tcW w:w="2694" w:type="dxa"/>
            <w:vAlign w:val="center"/>
          </w:tcPr>
          <w:p w14:paraId="7355709F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CE82EB" w14:textId="28E971D4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14:paraId="07E6F564" w14:textId="77777777" w:rsidTr="00B819C8">
        <w:tc>
          <w:tcPr>
            <w:tcW w:w="2694" w:type="dxa"/>
            <w:vAlign w:val="center"/>
          </w:tcPr>
          <w:p w14:paraId="16D99A36" w14:textId="77777777"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FDCE7A" w14:textId="301CF0B8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14:paraId="6B5384E5" w14:textId="77777777" w:rsidTr="00B819C8">
        <w:tc>
          <w:tcPr>
            <w:tcW w:w="2694" w:type="dxa"/>
            <w:vAlign w:val="center"/>
          </w:tcPr>
          <w:p w14:paraId="4260B35A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CD5C1D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14:paraId="6A558E59" w14:textId="77777777" w:rsidTr="00B819C8">
        <w:tc>
          <w:tcPr>
            <w:tcW w:w="2694" w:type="dxa"/>
            <w:vAlign w:val="center"/>
          </w:tcPr>
          <w:p w14:paraId="7E1E468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842392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800DB" w14:paraId="788A4A1E" w14:textId="77777777" w:rsidTr="00B819C8">
        <w:tc>
          <w:tcPr>
            <w:tcW w:w="2694" w:type="dxa"/>
            <w:vAlign w:val="center"/>
          </w:tcPr>
          <w:p w14:paraId="6F42E54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6241FC" w14:textId="77777777"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14:paraId="14F9CBF4" w14:textId="77777777" w:rsidTr="00B819C8">
        <w:tc>
          <w:tcPr>
            <w:tcW w:w="2694" w:type="dxa"/>
            <w:vAlign w:val="center"/>
          </w:tcPr>
          <w:p w14:paraId="6C4A5E8D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1A3896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14:paraId="31D1A0B8" w14:textId="77777777" w:rsidTr="00B819C8">
        <w:tc>
          <w:tcPr>
            <w:tcW w:w="2694" w:type="dxa"/>
            <w:vAlign w:val="center"/>
          </w:tcPr>
          <w:p w14:paraId="4E12140D" w14:textId="77777777"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980A58" w14:textId="77777777"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14:paraId="04FDF0A3" w14:textId="77777777" w:rsidTr="00B819C8">
        <w:tc>
          <w:tcPr>
            <w:tcW w:w="2694" w:type="dxa"/>
            <w:vAlign w:val="center"/>
          </w:tcPr>
          <w:p w14:paraId="520F8903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080D95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800DB" w14:paraId="7370E899" w14:textId="77777777" w:rsidTr="00B819C8">
        <w:tc>
          <w:tcPr>
            <w:tcW w:w="2694" w:type="dxa"/>
            <w:vAlign w:val="center"/>
          </w:tcPr>
          <w:p w14:paraId="1D055916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37597C" w14:textId="77777777" w:rsidR="0085747A" w:rsidRPr="006800DB" w:rsidRDefault="00FE2729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Maciej Wnuk, prof. UR</w:t>
            </w:r>
          </w:p>
        </w:tc>
      </w:tr>
    </w:tbl>
    <w:p w14:paraId="4D982DD7" w14:textId="77777777"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14:paraId="62237F79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DE3428" w14:textId="77777777"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8384ED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800DB" w14:paraId="50567AB6" w14:textId="77777777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39E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14:paraId="1EAC7F60" w14:textId="77777777"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4B7B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A41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2014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7B6E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E79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64AE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676A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1F40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E0F9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14:paraId="0AB6EC1C" w14:textId="77777777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722F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3549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24E8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CDFF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70D3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298A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9A2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2845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D8FA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B6AE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8C98CF" w14:textId="77777777"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349468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2E4CF1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F4AC0B9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D046C2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E375A3E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14:paraId="1547F6FB" w14:textId="366B1F2C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14:paraId="7C8DC739" w14:textId="04DACA76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46979C06" w14:textId="3E4925C9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14:paraId="226FC0FB" w14:textId="77777777"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4B1010" w14:textId="77777777"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18F51771" w14:textId="77777777" w:rsidTr="00745302">
        <w:tc>
          <w:tcPr>
            <w:tcW w:w="9670" w:type="dxa"/>
          </w:tcPr>
          <w:p w14:paraId="3EB3F61A" w14:textId="680981B6"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14:paraId="0D911548" w14:textId="77777777"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A2CB9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lastRenderedPageBreak/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14:paraId="5FC26635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D7F784" w14:textId="77777777"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14:paraId="5B3F4AE2" w14:textId="77777777"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32E" w:rsidRPr="006800DB" w14:paraId="09FAC31C" w14:textId="77777777" w:rsidTr="0044432E">
        <w:tc>
          <w:tcPr>
            <w:tcW w:w="845" w:type="dxa"/>
            <w:vAlign w:val="center"/>
          </w:tcPr>
          <w:p w14:paraId="2628A854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27F4F7" w14:textId="67DF3172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14:paraId="2338DF6B" w14:textId="77777777" w:rsidTr="0044432E">
        <w:tc>
          <w:tcPr>
            <w:tcW w:w="845" w:type="dxa"/>
            <w:vAlign w:val="center"/>
          </w:tcPr>
          <w:p w14:paraId="741BAC3D" w14:textId="77777777"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DC55272" w14:textId="7878D4AD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14:paraId="674FE19E" w14:textId="77777777" w:rsidTr="0044432E">
        <w:tc>
          <w:tcPr>
            <w:tcW w:w="845" w:type="dxa"/>
            <w:vAlign w:val="center"/>
          </w:tcPr>
          <w:p w14:paraId="57DFCC75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E8F2AD3" w14:textId="4E83F120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14:paraId="7E9ECD30" w14:textId="77777777" w:rsidTr="0044432E">
        <w:tc>
          <w:tcPr>
            <w:tcW w:w="845" w:type="dxa"/>
            <w:vAlign w:val="center"/>
          </w:tcPr>
          <w:p w14:paraId="4D720340" w14:textId="0BAC4C90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814572" w14:textId="36C63144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14:paraId="5766411A" w14:textId="77777777" w:rsidTr="0044432E">
        <w:tc>
          <w:tcPr>
            <w:tcW w:w="845" w:type="dxa"/>
            <w:vAlign w:val="center"/>
          </w:tcPr>
          <w:p w14:paraId="56A01827" w14:textId="5B937933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0CF5010" w14:textId="6C5CD2F8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14:paraId="7E8F53D2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8F8EEE" w14:textId="77777777"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14:paraId="2D6B332D" w14:textId="77777777"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3D17" w:rsidRPr="006800DB" w14:paraId="0D111112" w14:textId="77777777" w:rsidTr="00963B35">
        <w:tc>
          <w:tcPr>
            <w:tcW w:w="1681" w:type="dxa"/>
            <w:vAlign w:val="center"/>
          </w:tcPr>
          <w:p w14:paraId="049722B6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1B6008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3FEA6B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14:paraId="4E276D28" w14:textId="77777777" w:rsidTr="00963B35">
        <w:tc>
          <w:tcPr>
            <w:tcW w:w="1681" w:type="dxa"/>
            <w:vAlign w:val="center"/>
          </w:tcPr>
          <w:p w14:paraId="28A9940D" w14:textId="77777777"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0CA17451" w14:textId="0CB7D136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28F806BE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14:paraId="70229BEE" w14:textId="77777777" w:rsidTr="00191747">
        <w:tc>
          <w:tcPr>
            <w:tcW w:w="1681" w:type="dxa"/>
          </w:tcPr>
          <w:p w14:paraId="62C89F4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5943CEA" w14:textId="2612F451"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14:paraId="62F1C515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14:paraId="041689F7" w14:textId="77777777" w:rsidTr="00191747">
        <w:tc>
          <w:tcPr>
            <w:tcW w:w="1681" w:type="dxa"/>
          </w:tcPr>
          <w:p w14:paraId="7AC4E97A" w14:textId="77777777"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3DDC70" w14:textId="57366503"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14:paraId="333E9CEA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14:paraId="3908F143" w14:textId="77777777" w:rsidTr="00191747">
        <w:tc>
          <w:tcPr>
            <w:tcW w:w="1681" w:type="dxa"/>
          </w:tcPr>
          <w:p w14:paraId="6FB76ABF" w14:textId="77777777"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870D0E" w14:textId="4E43E255"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14:paraId="5A0CD309" w14:textId="77777777"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271C6DE2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B04914" w14:textId="77777777"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14:paraId="6DF02CCD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14:paraId="31F39894" w14:textId="77777777"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1F7F04B6" w14:textId="77777777" w:rsidTr="00075C58">
        <w:tc>
          <w:tcPr>
            <w:tcW w:w="9520" w:type="dxa"/>
          </w:tcPr>
          <w:p w14:paraId="69313304" w14:textId="77777777"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6480EF90" w14:textId="77777777" w:rsidTr="00075C58">
        <w:tc>
          <w:tcPr>
            <w:tcW w:w="9520" w:type="dxa"/>
          </w:tcPr>
          <w:p w14:paraId="66E46EF1" w14:textId="0E03855D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Struktura i właściwości kwasów nukleinowych. Organizacja genomu Prokaryota i Eukaryota. Organizacja mitochondrialnego DNA. Transpozony. Typy i funkcje RNA.</w:t>
            </w:r>
          </w:p>
        </w:tc>
      </w:tr>
      <w:tr w:rsidR="00075C58" w:rsidRPr="006800DB" w14:paraId="7DE7C337" w14:textId="77777777" w:rsidTr="00075C58">
        <w:tc>
          <w:tcPr>
            <w:tcW w:w="9520" w:type="dxa"/>
          </w:tcPr>
          <w:p w14:paraId="41734340" w14:textId="381FEBF2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14:paraId="0BD1BF1E" w14:textId="77777777" w:rsidTr="00075C58">
        <w:tc>
          <w:tcPr>
            <w:tcW w:w="9520" w:type="dxa"/>
          </w:tcPr>
          <w:p w14:paraId="3F39146F" w14:textId="3BAB6E5E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Eukaryota na poziomie transkrypcji. Mechanizmy epigenetyczne. Modyfikacje histonów oraz DNA.  Regulowanie ekspresji genów potranskrypcyjnie (siRNA, mikroRNA, lncRNA). </w:t>
            </w:r>
          </w:p>
        </w:tc>
      </w:tr>
      <w:tr w:rsidR="00075C58" w:rsidRPr="006800DB" w14:paraId="5FD44C70" w14:textId="77777777" w:rsidTr="00075C58">
        <w:tc>
          <w:tcPr>
            <w:tcW w:w="9520" w:type="dxa"/>
          </w:tcPr>
          <w:p w14:paraId="6EC39266" w14:textId="6E85486A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Splicing, mechanizm dojrzewania mRNA.</w:t>
            </w:r>
          </w:p>
        </w:tc>
      </w:tr>
      <w:tr w:rsidR="00075C58" w:rsidRPr="006800DB" w14:paraId="284506BF" w14:textId="77777777" w:rsidTr="00075C58">
        <w:tc>
          <w:tcPr>
            <w:tcW w:w="9520" w:type="dxa"/>
          </w:tcPr>
          <w:p w14:paraId="21A3E997" w14:textId="7B208C66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genetyczny. Translacja.  Modyfikacje posttranslacyjne i transport białek w komórce.</w:t>
            </w:r>
          </w:p>
        </w:tc>
      </w:tr>
      <w:tr w:rsidR="00075C58" w:rsidRPr="006800DB" w14:paraId="308BA725" w14:textId="77777777" w:rsidTr="00075C58">
        <w:tc>
          <w:tcPr>
            <w:tcW w:w="9520" w:type="dxa"/>
          </w:tcPr>
          <w:p w14:paraId="4DBB968E" w14:textId="7897FCF2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14:paraId="764CF8C4" w14:textId="77777777" w:rsidTr="00075C58">
        <w:tc>
          <w:tcPr>
            <w:tcW w:w="9520" w:type="dxa"/>
          </w:tcPr>
          <w:p w14:paraId="33FFC59D" w14:textId="01F0642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14:paraId="089D9EBE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FA562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14:paraId="1BD86996" w14:textId="77777777"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289E0B33" w14:textId="77777777" w:rsidTr="00075C58">
        <w:tc>
          <w:tcPr>
            <w:tcW w:w="9520" w:type="dxa"/>
          </w:tcPr>
          <w:p w14:paraId="58574FD2" w14:textId="77777777"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409671EE" w14:textId="77777777" w:rsidTr="00075C58">
        <w:tc>
          <w:tcPr>
            <w:tcW w:w="9520" w:type="dxa"/>
          </w:tcPr>
          <w:p w14:paraId="383F105C" w14:textId="77777777"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14:paraId="52206A2F" w14:textId="66635FED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Podział komórki. Obserwacja mitozy w komórkach merystemów wierzchołkowych korzenia cebuli oraz czosnku.</w:t>
            </w:r>
          </w:p>
        </w:tc>
      </w:tr>
      <w:tr w:rsidR="00075C58" w:rsidRPr="006800DB" w14:paraId="6F2224FA" w14:textId="77777777" w:rsidTr="00075C58">
        <w:tc>
          <w:tcPr>
            <w:tcW w:w="9520" w:type="dxa"/>
          </w:tcPr>
          <w:p w14:paraId="49341BFA" w14:textId="5108CBB0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Genetyka klasyczna: Badania Grzegorza Mendla, Segregacja cech mendlowskich (prawa dziedziczenia : segregacja cech dominujących i recesywnych, niezależna segregacja dwóch cech, krzyżówki testowe, odstępstwa od mendlowskiego wzoru dziedziczenia.</w:t>
            </w:r>
          </w:p>
        </w:tc>
      </w:tr>
      <w:tr w:rsidR="00075C58" w:rsidRPr="006800DB" w14:paraId="138D702C" w14:textId="77777777" w:rsidTr="00075C58">
        <w:tc>
          <w:tcPr>
            <w:tcW w:w="9520" w:type="dxa"/>
          </w:tcPr>
          <w:p w14:paraId="341511F1" w14:textId="5047E34E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oragnizmu modelowego Genetyka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14:paraId="275E08BE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14:paraId="5D8231B8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politenicznych z gruczołów ślinowych larw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14:paraId="66BA51BC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14:paraId="14DE76BC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14:paraId="357DD12E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14:paraId="5EAC5032" w14:textId="36CEA51B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14:paraId="43D0CBEB" w14:textId="77777777" w:rsidTr="00075C58">
        <w:tc>
          <w:tcPr>
            <w:tcW w:w="9520" w:type="dxa"/>
          </w:tcPr>
          <w:p w14:paraId="264BC4FC" w14:textId="3C2BBE14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14:paraId="4410ABA9" w14:textId="77777777" w:rsidTr="00075C58">
        <w:tc>
          <w:tcPr>
            <w:tcW w:w="9520" w:type="dxa"/>
          </w:tcPr>
          <w:p w14:paraId="4E964D5B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14:paraId="77228987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14:paraId="0302E859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14:paraId="14ACCBBC" w14:textId="21984BD1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14:paraId="0BF17EE3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D8BE0" w14:textId="77777777"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14:paraId="70E3BD3C" w14:textId="558836BA"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14:paraId="54BA3F05" w14:textId="77777777"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14:paraId="0810923D" w14:textId="77777777"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C6E574" w14:textId="77777777"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14:paraId="2F5D954B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800DB" w14:paraId="372E1CCE" w14:textId="77777777" w:rsidTr="00BE51A6">
        <w:tc>
          <w:tcPr>
            <w:tcW w:w="1962" w:type="dxa"/>
            <w:vAlign w:val="center"/>
          </w:tcPr>
          <w:p w14:paraId="3435255B" w14:textId="77777777"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E6D5FE" w14:textId="77777777"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AC6B7C" w14:textId="77777777"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A43169" w14:textId="77777777"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088048" w14:textId="25BF26D6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14:paraId="1A8FCC80" w14:textId="77777777" w:rsidTr="00BE51A6">
        <w:tc>
          <w:tcPr>
            <w:tcW w:w="1962" w:type="dxa"/>
            <w:vAlign w:val="center"/>
          </w:tcPr>
          <w:p w14:paraId="01E83BB7" w14:textId="6C8490E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45479E8B" w14:textId="34B7C49C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679A03C7" w14:textId="5999683C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14:paraId="532A8D11" w14:textId="77777777" w:rsidTr="00BE51A6">
        <w:tc>
          <w:tcPr>
            <w:tcW w:w="1962" w:type="dxa"/>
            <w:vAlign w:val="center"/>
          </w:tcPr>
          <w:p w14:paraId="200DDA88" w14:textId="05D05FA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4E8561C8" w14:textId="77B9DFB2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6E050F58" w14:textId="0A40B4D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14:paraId="30515DD8" w14:textId="77777777" w:rsidTr="00BE51A6">
        <w:tc>
          <w:tcPr>
            <w:tcW w:w="1962" w:type="dxa"/>
            <w:vAlign w:val="center"/>
          </w:tcPr>
          <w:p w14:paraId="3C5E0AE4" w14:textId="51BA3B5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7ED49D5F" w14:textId="6F663235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14:paraId="3DA64FD4" w14:textId="51BCE0DB"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14:paraId="051896F4" w14:textId="77777777"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63CEEF" w14:textId="77777777"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14:paraId="5F065474" w14:textId="77777777"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65F763C7" w14:textId="77777777" w:rsidTr="00923D7D">
        <w:tc>
          <w:tcPr>
            <w:tcW w:w="9670" w:type="dxa"/>
          </w:tcPr>
          <w:p w14:paraId="5C8F458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14:paraId="7F6BC5A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14:paraId="64898D0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14:paraId="0BF5045E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14:paraId="51B5390E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B: Pytania z zakresu widomości do rozumienia;</w:t>
            </w:r>
          </w:p>
          <w:p w14:paraId="305A9CB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C: Rozwiązywanie zadania pisemnego typowego;</w:t>
            </w:r>
          </w:p>
          <w:p w14:paraId="1F39D42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14:paraId="088D535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Kryteria oceny:</w:t>
            </w:r>
          </w:p>
          <w:p w14:paraId="30C3ACD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niewystarczające rozwiązanie zadań tylko z obszaru A i B =ocena 2,0</w:t>
            </w:r>
          </w:p>
          <w:p w14:paraId="5DC990D6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14:paraId="18C64374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14:paraId="300FB74A" w14:textId="560B1AE8"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14:paraId="5EBBB796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EDDB7" w14:textId="77777777"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0CA8B9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6800DB" w14:paraId="15084CF1" w14:textId="77777777" w:rsidTr="00A91E6A">
        <w:tc>
          <w:tcPr>
            <w:tcW w:w="5416" w:type="dxa"/>
            <w:vAlign w:val="center"/>
          </w:tcPr>
          <w:p w14:paraId="58B1829E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2CECD731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14:paraId="23941BB1" w14:textId="77777777" w:rsidTr="00A91E6A">
        <w:tc>
          <w:tcPr>
            <w:tcW w:w="5416" w:type="dxa"/>
          </w:tcPr>
          <w:p w14:paraId="7A7C80BB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00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00D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15637534" w14:textId="5EF4C3FC" w:rsidR="0085747A" w:rsidRPr="006800DB" w:rsidRDefault="00075C58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14:paraId="6C249DEB" w14:textId="77777777" w:rsidTr="00A91E6A">
        <w:tc>
          <w:tcPr>
            <w:tcW w:w="5416" w:type="dxa"/>
          </w:tcPr>
          <w:p w14:paraId="03F719F0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AACE5A" w14:textId="7D12FE90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14:paraId="68BB1514" w14:textId="556AFC70" w:rsidR="00C61DC5" w:rsidRPr="006800DB" w:rsidRDefault="007A5F7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00DB" w14:paraId="0307770E" w14:textId="77777777" w:rsidTr="00A91E6A">
        <w:tc>
          <w:tcPr>
            <w:tcW w:w="5416" w:type="dxa"/>
          </w:tcPr>
          <w:p w14:paraId="53CB31A9" w14:textId="4BF94320"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14:paraId="353D12D0" w14:textId="3A23A80A" w:rsidR="00C61DC5" w:rsidRPr="006800DB" w:rsidRDefault="00A91E6A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6800DB" w14:paraId="235EC5B8" w14:textId="77777777" w:rsidTr="00A91E6A">
        <w:tc>
          <w:tcPr>
            <w:tcW w:w="5416" w:type="dxa"/>
          </w:tcPr>
          <w:p w14:paraId="506EFE1F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D17C148" w14:textId="42EAE350" w:rsidR="0085747A" w:rsidRPr="006800DB" w:rsidRDefault="00075C5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800DB" w14:paraId="63C2F55A" w14:textId="77777777" w:rsidTr="00A91E6A">
        <w:tc>
          <w:tcPr>
            <w:tcW w:w="5416" w:type="dxa"/>
          </w:tcPr>
          <w:p w14:paraId="05D3E02A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2C4B6734" w14:textId="77777777"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B7821" w14:textId="77777777"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4C5C2F" w14:textId="77777777"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795AE1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14:paraId="4DA0417B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800DB" w14:paraId="55BD67D0" w14:textId="77777777" w:rsidTr="00BE51A6">
        <w:trPr>
          <w:trHeight w:val="397"/>
        </w:trPr>
        <w:tc>
          <w:tcPr>
            <w:tcW w:w="4082" w:type="dxa"/>
          </w:tcPr>
          <w:p w14:paraId="17FCDA10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A464B23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14:paraId="0D00DD61" w14:textId="77777777" w:rsidTr="00BE51A6">
        <w:trPr>
          <w:trHeight w:val="397"/>
        </w:trPr>
        <w:tc>
          <w:tcPr>
            <w:tcW w:w="4082" w:type="dxa"/>
          </w:tcPr>
          <w:p w14:paraId="5E447831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3C3E3A5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397AB2" w14:textId="77777777"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25022A" w14:textId="77777777"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14:paraId="5BD0D6B4" w14:textId="77777777"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800DB" w14:paraId="00E227A8" w14:textId="77777777" w:rsidTr="00BE51A6">
        <w:trPr>
          <w:trHeight w:val="397"/>
        </w:trPr>
        <w:tc>
          <w:tcPr>
            <w:tcW w:w="9497" w:type="dxa"/>
          </w:tcPr>
          <w:p w14:paraId="75C9A23C" w14:textId="77777777"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7DECB4" w14:textId="77777777"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F52076" w14:textId="77777777"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Allison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14:paraId="5883135E" w14:textId="20EB1F0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14:paraId="378ADCC2" w14:textId="7712AA1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14:paraId="6543CF9F" w14:textId="2214C818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Sadakierska-Chudy,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14:paraId="7580FC19" w14:textId="124D04F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Piatkowski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14:paraId="70543627" w14:textId="50713DFF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69AE65BC" w14:textId="23643C2D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Kłyszejko-Stefanowicz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5361D8BF" w14:textId="74A82B94"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14:paraId="6BC50873" w14:textId="77777777"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14:paraId="14306CFB" w14:textId="77777777" w:rsidTr="00BE51A6">
        <w:trPr>
          <w:trHeight w:val="397"/>
        </w:trPr>
        <w:tc>
          <w:tcPr>
            <w:tcW w:w="9497" w:type="dxa"/>
          </w:tcPr>
          <w:p w14:paraId="7F17FF84" w14:textId="6B2AC40C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84709A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Uniwersytetu Przyrodniczego, Poznań 2008.</w:t>
            </w:r>
          </w:p>
          <w:p w14:paraId="62AFFD30" w14:textId="42E07912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Baza danych: Pubmed</w:t>
            </w:r>
          </w:p>
          <w:p w14:paraId="56B26097" w14:textId="77777777"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0D190C8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C19F5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6C828D" w14:textId="77777777"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A1D13EA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91BDD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2CC60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61473" w14:textId="22F2839B"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177CE" w14:textId="77777777" w:rsidR="005A661B" w:rsidRDefault="005A661B" w:rsidP="00C16ABF">
      <w:pPr>
        <w:spacing w:after="0" w:line="240" w:lineRule="auto"/>
      </w:pPr>
      <w:r>
        <w:separator/>
      </w:r>
    </w:p>
  </w:endnote>
  <w:endnote w:type="continuationSeparator" w:id="0">
    <w:p w14:paraId="6186B592" w14:textId="77777777" w:rsidR="005A661B" w:rsidRDefault="005A66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FFA10" w14:textId="77777777" w:rsidR="005A661B" w:rsidRDefault="005A661B" w:rsidP="00C16ABF">
      <w:pPr>
        <w:spacing w:after="0" w:line="240" w:lineRule="auto"/>
      </w:pPr>
      <w:r>
        <w:separator/>
      </w:r>
    </w:p>
  </w:footnote>
  <w:footnote w:type="continuationSeparator" w:id="0">
    <w:p w14:paraId="76801B40" w14:textId="77777777" w:rsidR="005A661B" w:rsidRDefault="005A661B" w:rsidP="00C16ABF">
      <w:pPr>
        <w:spacing w:after="0" w:line="240" w:lineRule="auto"/>
      </w:pPr>
      <w:r>
        <w:continuationSeparator/>
      </w:r>
    </w:p>
  </w:footnote>
  <w:footnote w:id="1">
    <w:p w14:paraId="30AFE060" w14:textId="77777777"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24BC"/>
    <w:rsid w:val="0009462C"/>
    <w:rsid w:val="00094B12"/>
    <w:rsid w:val="000953D8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1747"/>
    <w:rsid w:val="00192F37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208"/>
    <w:rsid w:val="003F1B40"/>
    <w:rsid w:val="003F205D"/>
    <w:rsid w:val="003F38C0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17F0C"/>
    <w:rsid w:val="00520E1C"/>
    <w:rsid w:val="005363C4"/>
    <w:rsid w:val="00536BDE"/>
    <w:rsid w:val="00543ACC"/>
    <w:rsid w:val="0056696D"/>
    <w:rsid w:val="00581B00"/>
    <w:rsid w:val="0059484D"/>
    <w:rsid w:val="00595209"/>
    <w:rsid w:val="005A0855"/>
    <w:rsid w:val="005A3196"/>
    <w:rsid w:val="005A661B"/>
    <w:rsid w:val="005C080F"/>
    <w:rsid w:val="005C0A5E"/>
    <w:rsid w:val="005C55E5"/>
    <w:rsid w:val="005C696A"/>
    <w:rsid w:val="005E6E85"/>
    <w:rsid w:val="005F31D2"/>
    <w:rsid w:val="006004ED"/>
    <w:rsid w:val="0061029B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2735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315"/>
    <w:rsid w:val="00A21AEA"/>
    <w:rsid w:val="00A2245B"/>
    <w:rsid w:val="00A30110"/>
    <w:rsid w:val="00A30C5B"/>
    <w:rsid w:val="00A33A04"/>
    <w:rsid w:val="00A36899"/>
    <w:rsid w:val="00A371F6"/>
    <w:rsid w:val="00A42264"/>
    <w:rsid w:val="00A43BF6"/>
    <w:rsid w:val="00A53FA5"/>
    <w:rsid w:val="00A54817"/>
    <w:rsid w:val="00A601C8"/>
    <w:rsid w:val="00A60799"/>
    <w:rsid w:val="00A740CF"/>
    <w:rsid w:val="00A758DA"/>
    <w:rsid w:val="00A84C85"/>
    <w:rsid w:val="00A91E6A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9681"/>
  <w15:docId w15:val="{A4DE53AC-458D-43F4-B9ED-758EFA17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3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116A-D0C8-452C-A096-0D59A582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1083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2020-03-03T07:52:00Z</dcterms:created>
  <dcterms:modified xsi:type="dcterms:W3CDTF">2024-02-29T11:54:00Z</dcterms:modified>
</cp:coreProperties>
</file>